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UR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23B59627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DC6D0C" w:rsidRPr="00DE2E21">
        <w:rPr>
          <w:rFonts w:ascii="Corbel" w:hAnsi="Corbel"/>
          <w:smallCaps/>
          <w:color w:val="000000" w:themeColor="text1"/>
        </w:rPr>
        <w:t>2020-2023</w:t>
      </w:r>
    </w:p>
    <w:p w14:paraId="062878FE" w14:textId="611CA85A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2021/2022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73C0C0B5" w:rsidR="0085747A" w:rsidRPr="00232FE3" w:rsidRDefault="0023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FE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71F58C0F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64905CB2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0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7CC0C0E7" w:rsidR="00824BFE" w:rsidRPr="00F33B48" w:rsidRDefault="00F33B4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egzamin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TQM - Total Quality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>diagram Ishikawy, analiza Pareto</w:t>
            </w:r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0C9E311C" w:rsidR="0085747A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5522B1D9" w:rsidR="00C61DC5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y i narzędzia / Sławomir Wawak.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jakością w organizacji: wybrane zagadnienia / Michał Molenda, Patrycja Hąbek,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Wawak.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ED149" w14:textId="77777777" w:rsidR="002E12D5" w:rsidRDefault="002E12D5" w:rsidP="00C16ABF">
      <w:r>
        <w:separator/>
      </w:r>
    </w:p>
  </w:endnote>
  <w:endnote w:type="continuationSeparator" w:id="0">
    <w:p w14:paraId="7B6CA518" w14:textId="77777777" w:rsidR="002E12D5" w:rsidRDefault="002E12D5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8E57F" w14:textId="77777777" w:rsidR="002E12D5" w:rsidRDefault="002E12D5" w:rsidP="00C16ABF">
      <w:r>
        <w:separator/>
      </w:r>
    </w:p>
  </w:footnote>
  <w:footnote w:type="continuationSeparator" w:id="0">
    <w:p w14:paraId="571C212D" w14:textId="77777777" w:rsidR="002E12D5" w:rsidRDefault="002E12D5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CA2"/>
    <w:rsid w:val="002144C0"/>
    <w:rsid w:val="00215FA7"/>
    <w:rsid w:val="00220731"/>
    <w:rsid w:val="0022477D"/>
    <w:rsid w:val="00225F5C"/>
    <w:rsid w:val="002278A9"/>
    <w:rsid w:val="00232FE3"/>
    <w:rsid w:val="002336F9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2D5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ABB968-C6DE-407E-94DF-8B62E3CBB1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51BEC7-A2C6-40D0-924C-CE8B4485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900</Words>
  <Characters>5404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2020-11-23T11:01:00Z</dcterms:created>
  <dcterms:modified xsi:type="dcterms:W3CDTF">2020-12-12T07:57:00Z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